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6B6F" w14:paraId="714DE1AE" w14:textId="77777777" w:rsidTr="00050DA7">
        <w:tc>
          <w:tcPr>
            <w:tcW w:w="4428" w:type="dxa"/>
          </w:tcPr>
          <w:p w14:paraId="614750EF" w14:textId="77777777"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BF63AE" w:rsidRPr="00BF63AE">
              <w:t>VTS</w:t>
            </w:r>
            <w:r w:rsidR="00CA04AF" w:rsidRPr="00BF63AE">
              <w:t xml:space="preserve"> </w:t>
            </w:r>
            <w:r w:rsidRPr="00BF63AE">
              <w:t>C</w:t>
            </w:r>
            <w:r w:rsidR="00050DA7" w:rsidRPr="00BF63AE">
              <w:t>ommittee</w:t>
            </w:r>
          </w:p>
        </w:tc>
        <w:tc>
          <w:tcPr>
            <w:tcW w:w="5461" w:type="dxa"/>
          </w:tcPr>
          <w:p w14:paraId="1858F6DB" w14:textId="2802F8D7" w:rsidR="0031528F" w:rsidRDefault="0031528F" w:rsidP="005D05AC">
            <w:pPr>
              <w:jc w:val="right"/>
            </w:pPr>
            <w:bookmarkStart w:id="0" w:name="_GoBack"/>
            <w:proofErr w:type="gramStart"/>
            <w:r>
              <w:t>e</w:t>
            </w:r>
            <w:proofErr w:type="gramEnd"/>
            <w:r>
              <w:t>-NAV13/64</w:t>
            </w:r>
            <w:bookmarkEnd w:id="0"/>
          </w:p>
          <w:p w14:paraId="07F8DD49" w14:textId="090ED047" w:rsidR="000348ED" w:rsidRPr="000D6B6F" w:rsidRDefault="0031528F" w:rsidP="005D05AC">
            <w:pPr>
              <w:jc w:val="right"/>
            </w:pPr>
            <w:r>
              <w:t xml:space="preserve">Formerly </w:t>
            </w:r>
            <w:r w:rsidR="00BF63AE" w:rsidRPr="000D6B6F">
              <w:t>VTS</w:t>
            </w:r>
            <w:r w:rsidR="001A654A" w:rsidRPr="000D6B6F">
              <w:t xml:space="preserve"> </w:t>
            </w:r>
            <w:r w:rsidR="00FC0484" w:rsidRPr="000D6B6F">
              <w:t>36</w:t>
            </w:r>
            <w:r w:rsidR="005D05AC" w:rsidRPr="000D6B6F">
              <w:t>/output/</w:t>
            </w:r>
            <w:r w:rsidR="00DA3029">
              <w:t>5</w:t>
            </w:r>
          </w:p>
        </w:tc>
      </w:tr>
      <w:tr w:rsidR="000348ED" w:rsidRPr="000D6B6F" w14:paraId="4606A5D5" w14:textId="77777777" w:rsidTr="00050DA7">
        <w:tc>
          <w:tcPr>
            <w:tcW w:w="4428" w:type="dxa"/>
          </w:tcPr>
          <w:p w14:paraId="53D7B7D6" w14:textId="77777777" w:rsidR="000348ED" w:rsidRPr="00B15B24" w:rsidRDefault="005D05AC" w:rsidP="00FC0484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FC0484">
              <w:t>e-NAV</w:t>
            </w:r>
            <w:r w:rsidR="000D6B6F">
              <w:t xml:space="preserve"> Committee</w:t>
            </w:r>
          </w:p>
        </w:tc>
        <w:tc>
          <w:tcPr>
            <w:tcW w:w="5461" w:type="dxa"/>
          </w:tcPr>
          <w:p w14:paraId="15B46EAD" w14:textId="77777777" w:rsidR="000348ED" w:rsidRPr="000D6B6F" w:rsidRDefault="000D6B6F" w:rsidP="000D6B6F">
            <w:pPr>
              <w:jc w:val="right"/>
            </w:pPr>
            <w:r w:rsidRPr="000D6B6F">
              <w:t>15</w:t>
            </w:r>
            <w:r w:rsidR="005D05AC" w:rsidRPr="000D6B6F">
              <w:t xml:space="preserve"> </w:t>
            </w:r>
            <w:r w:rsidRPr="000D6B6F">
              <w:t>March</w:t>
            </w:r>
            <w:r w:rsidR="005D05AC" w:rsidRPr="000D6B6F">
              <w:t xml:space="preserve"> 20</w:t>
            </w:r>
            <w:r w:rsidR="001A654A" w:rsidRPr="000D6B6F">
              <w:t>1</w:t>
            </w:r>
            <w:r w:rsidRPr="000D6B6F">
              <w:t>3</w:t>
            </w:r>
          </w:p>
        </w:tc>
      </w:tr>
    </w:tbl>
    <w:p w14:paraId="0814C50F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FD87A69" w14:textId="77777777" w:rsidR="000348ED" w:rsidRPr="00B15B24" w:rsidRDefault="00FC0484" w:rsidP="005D05AC">
      <w:pPr>
        <w:pStyle w:val="Title"/>
        <w:spacing w:after="120"/>
      </w:pPr>
      <w:r>
        <w:rPr>
          <w:color w:val="000000"/>
        </w:rPr>
        <w:t xml:space="preserve">Comments on </w:t>
      </w:r>
      <w:r>
        <w:t>t</w:t>
      </w:r>
      <w:r w:rsidRPr="00FC0484">
        <w:t>he Draft Guideline on Harmonised Portrayal of e-Navigation-related Information</w:t>
      </w:r>
    </w:p>
    <w:p w14:paraId="4EDCDD31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0A1E92D8" w14:textId="77777777" w:rsidR="00E93C9B" w:rsidRPr="00FC0484" w:rsidRDefault="00FC0484" w:rsidP="00FC0484">
      <w:pPr>
        <w:pStyle w:val="Bullet3text"/>
        <w:ind w:left="0"/>
        <w:rPr>
          <w:lang w:val="en-GB"/>
        </w:rPr>
      </w:pPr>
      <w:r w:rsidRPr="00FC0484">
        <w:rPr>
          <w:lang w:val="en-GB"/>
        </w:rPr>
        <w:t>In input paper VTS36/18, the VTS committee was requested to provide comments on VTS36/19 rev 1 The Draft Guideline on Harmonised Portrayal of e-Navigation-related Information.</w:t>
      </w:r>
    </w:p>
    <w:p w14:paraId="51F42D7A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1F818653" w14:textId="77777777" w:rsidR="00630F7F" w:rsidRDefault="00902AA4" w:rsidP="00FC0484">
      <w:pPr>
        <w:pStyle w:val="BodyText"/>
      </w:pPr>
      <w:r w:rsidRPr="00FC0484">
        <w:t xml:space="preserve">The </w:t>
      </w:r>
      <w:r w:rsidR="00FC0484" w:rsidRPr="00FC0484">
        <w:t xml:space="preserve">e-NAV </w:t>
      </w:r>
      <w:r w:rsidRPr="00FC0484">
        <w:t>committee is requested to</w:t>
      </w:r>
      <w:r w:rsidR="00FC0484" w:rsidRPr="00FC0484">
        <w:t xml:space="preserve"> consider the </w:t>
      </w:r>
      <w:r w:rsidR="000D6B6F">
        <w:t>information</w:t>
      </w:r>
      <w:r w:rsidR="00FC0484" w:rsidRPr="00FC0484">
        <w:t xml:space="preserve"> provided</w:t>
      </w:r>
      <w:r w:rsidR="000D6B6F">
        <w:t xml:space="preserve"> as comments and in track changes in VTS36/output/7.</w:t>
      </w:r>
    </w:p>
    <w:p w14:paraId="470AF24C" w14:textId="77777777" w:rsidR="00FC0484" w:rsidRPr="00FC0484" w:rsidRDefault="00FC0484" w:rsidP="00FC0484">
      <w:pPr>
        <w:pStyle w:val="BodyText"/>
      </w:pPr>
    </w:p>
    <w:sectPr w:rsidR="00FC0484" w:rsidRPr="00FC0484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A3644" w14:textId="77777777" w:rsidR="00584738" w:rsidRDefault="00584738" w:rsidP="00002906">
      <w:r>
        <w:separator/>
      </w:r>
    </w:p>
  </w:endnote>
  <w:endnote w:type="continuationSeparator" w:id="0">
    <w:p w14:paraId="74B69115" w14:textId="77777777" w:rsidR="00584738" w:rsidRDefault="0058473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187A4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1528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E26C7" w14:textId="77777777" w:rsidR="00584738" w:rsidRDefault="00584738" w:rsidP="00002906">
      <w:r>
        <w:separator/>
      </w:r>
    </w:p>
  </w:footnote>
  <w:footnote w:type="continuationSeparator" w:id="0">
    <w:p w14:paraId="1ED4B427" w14:textId="77777777" w:rsidR="00584738" w:rsidRDefault="0058473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D6B6F"/>
    <w:rsid w:val="000E36F9"/>
    <w:rsid w:val="00135447"/>
    <w:rsid w:val="00152273"/>
    <w:rsid w:val="001A654A"/>
    <w:rsid w:val="001C74CF"/>
    <w:rsid w:val="0031528F"/>
    <w:rsid w:val="003D55DD"/>
    <w:rsid w:val="003E1831"/>
    <w:rsid w:val="00424954"/>
    <w:rsid w:val="004C1386"/>
    <w:rsid w:val="004C220D"/>
    <w:rsid w:val="00584738"/>
    <w:rsid w:val="005D05AC"/>
    <w:rsid w:val="005E4811"/>
    <w:rsid w:val="00630F7F"/>
    <w:rsid w:val="0064435F"/>
    <w:rsid w:val="0066735A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F63AE"/>
    <w:rsid w:val="00CA04AF"/>
    <w:rsid w:val="00DA3029"/>
    <w:rsid w:val="00E93C9B"/>
    <w:rsid w:val="00EE3F2F"/>
    <w:rsid w:val="00F73F78"/>
    <w:rsid w:val="00FA5842"/>
    <w:rsid w:val="00FA6769"/>
    <w:rsid w:val="00FC0484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162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\Users\hogendrr\Documents\IALA\Templates\Internal Committee Liaison NoteSep10.dotx</Template>
  <TotalTime>20</TotalTime>
  <Pages>1</Pages>
  <Words>78</Words>
  <Characters>448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/>
  <cp:revision>7</cp:revision>
  <cp:lastPrinted>2006-10-19T10:49:00Z</cp:lastPrinted>
  <dcterms:created xsi:type="dcterms:W3CDTF">2012-09-05T07:34:00Z</dcterms:created>
  <dcterms:modified xsi:type="dcterms:W3CDTF">2013-03-16T10:01:00Z</dcterms:modified>
</cp:coreProperties>
</file>